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422C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422CC">
        <w:rPr>
          <w:rFonts w:ascii="Corbel" w:hAnsi="Corbel"/>
          <w:b/>
          <w:smallCaps/>
          <w:sz w:val="24"/>
          <w:szCs w:val="24"/>
        </w:rPr>
        <w:t>kształcenia</w:t>
      </w:r>
      <w:r w:rsidR="006422CC" w:rsidRPr="006422CC">
        <w:rPr>
          <w:rFonts w:ascii="Corbel" w:hAnsi="Corbel"/>
          <w:b/>
          <w:smallCaps/>
          <w:sz w:val="24"/>
          <w:szCs w:val="24"/>
        </w:rPr>
        <w:t xml:space="preserve"> </w:t>
      </w:r>
      <w:r w:rsidR="006422CC" w:rsidRPr="006422CC">
        <w:rPr>
          <w:rFonts w:ascii="Corbel" w:hAnsi="Corbel"/>
          <w:b/>
          <w:i/>
          <w:smallCaps/>
          <w:sz w:val="24"/>
          <w:szCs w:val="24"/>
        </w:rPr>
        <w:t>2019-2024</w:t>
      </w:r>
    </w:p>
    <w:p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E64AA">
        <w:rPr>
          <w:rFonts w:ascii="Corbel" w:hAnsi="Corbel"/>
          <w:sz w:val="20"/>
          <w:szCs w:val="20"/>
        </w:rPr>
        <w:t>2019/20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EC625A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EC625A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D408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4E68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 w:rsidR="00C6485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64852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E64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6422CC" w:rsidRDefault="00E22FBC" w:rsidP="006422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E64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A24C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ściowo</w:t>
            </w:r>
            <w:r w:rsidR="001E64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terminologię z zakresu muzyki i jej zastosowanie w eduk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cji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runkowania oraz znaczenie dla rozwoju dziecka lub ucznia.</w:t>
            </w:r>
          </w:p>
          <w:p w:rsidR="00422A2D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we i środowiskowe uwarunkowania; odmiany, faktury utworów muzycznych ze względu na sposób wykonywania muzyki (solo, muzyka kameralna, symfoniczna, chóralna, wokalno-instrumentalna), podstawowe zagadnienia z z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kresu form muzycznych, podstawowe terminy notacji m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zycznej;</w:t>
            </w:r>
          </w:p>
          <w:p w:rsidR="00BD4876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l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nej i wczesnoszkolnej;</w:t>
            </w:r>
          </w:p>
          <w:p w:rsidR="0085747A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zycznej w Polsce i na świecie.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68E2" w:rsidRDefault="00E12708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68E2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przekaz muzyczny dostosowany do ok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liczności.</w:t>
            </w:r>
          </w:p>
        </w:tc>
        <w:tc>
          <w:tcPr>
            <w:tcW w:w="1873" w:type="dxa"/>
          </w:tcPr>
          <w:p w:rsidR="0085747A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Student jest gotów do: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przekonującego działania na rzecz upowszechniania sztuk pięknych;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-i -inspirowania dzieci lub uczniów do samodzielnej lub wspólnej aktywności muzycznej;</w:t>
            </w:r>
          </w:p>
          <w:p w:rsidR="00755038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krzew    -krzewienia idei wspólnego wykonawstwa muzycznego jako działania kulturotwórczego i chroniącego dziedzictwo n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rodowe.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Pr="00AD4188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E64A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froniczne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4EA4">
              <w:rPr>
                <w:rFonts w:ascii="Corbel" w:hAnsi="Corbel"/>
                <w:sz w:val="24"/>
                <w:szCs w:val="24"/>
              </w:rPr>
              <w:t>aspe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="00A04EA4"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 w:rsidR="00A04EA4"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Elementy polskiego </w:t>
            </w:r>
            <w:r w:rsidR="001E64AA">
              <w:rPr>
                <w:rFonts w:ascii="Corbel" w:hAnsi="Corbel"/>
                <w:sz w:val="24"/>
                <w:szCs w:val="24"/>
              </w:rPr>
              <w:t>folkloru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E64AA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</w:t>
            </w:r>
            <w:r w:rsidR="00825726">
              <w:rPr>
                <w:rFonts w:ascii="Corbel" w:hAnsi="Corbel"/>
                <w:sz w:val="24"/>
                <w:szCs w:val="24"/>
              </w:rPr>
              <w:t>y</w:t>
            </w:r>
            <w:r w:rsidR="00825726">
              <w:rPr>
                <w:rFonts w:ascii="Corbel" w:hAnsi="Corbel"/>
                <w:sz w:val="24"/>
                <w:szCs w:val="24"/>
              </w:rPr>
              <w:t>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  <w:r w:rsidRPr="001762A3">
        <w:rPr>
          <w:rFonts w:ascii="Corbel" w:hAnsi="Corbel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4465D" w:rsidRDefault="00521EBF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24465D" w:rsidRDefault="008100D2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W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216A7"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4465D" w:rsidRDefault="006422CC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 xml:space="preserve">Obserwacja  w czasie zajęć, 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24465D" w:rsidRDefault="00CA4F11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07348" w:rsidRPr="009C54AE" w:rsidTr="00C05F44">
        <w:tc>
          <w:tcPr>
            <w:tcW w:w="1985" w:type="dxa"/>
          </w:tcPr>
          <w:p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7348" w:rsidRPr="0024465D" w:rsidRDefault="006422CC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Obserwacja w czasie zajęć, Dyskusja</w:t>
            </w:r>
          </w:p>
        </w:tc>
        <w:tc>
          <w:tcPr>
            <w:tcW w:w="2126" w:type="dxa"/>
          </w:tcPr>
          <w:p w:rsidR="00A07348" w:rsidRPr="0024465D" w:rsidRDefault="002216A7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267A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3D3CE2" w:rsidP="003D3C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946B9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3D3C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3D3CE2">
              <w:rPr>
                <w:rFonts w:ascii="Corbel" w:hAnsi="Corbel"/>
                <w:sz w:val="24"/>
                <w:szCs w:val="24"/>
              </w:rPr>
              <w:t>zajęć)</w:t>
            </w:r>
          </w:p>
        </w:tc>
        <w:tc>
          <w:tcPr>
            <w:tcW w:w="4677" w:type="dxa"/>
          </w:tcPr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08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AD4188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>Metodyka wychowania muzycznego w przedszkolu, Wa</w:t>
            </w:r>
            <w:r w:rsidRPr="00CD145B">
              <w:rPr>
                <w:rFonts w:ascii="Corbel" w:hAnsi="Corbel"/>
              </w:rPr>
              <w:t>r</w:t>
            </w:r>
            <w:r w:rsidRPr="00CD145B">
              <w:rPr>
                <w:rFonts w:ascii="Corbel" w:hAnsi="Corbel"/>
              </w:rPr>
              <w:t xml:space="preserve">szawa 1990. </w:t>
            </w:r>
          </w:p>
          <w:p w:rsid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5.Staniek M., Konspekty zajęć rytmiczno-muzycznych dla grupy 5-6 la</w:t>
            </w:r>
            <w:r w:rsidRPr="00CD145B">
              <w:rPr>
                <w:rFonts w:ascii="Corbel" w:hAnsi="Corbel"/>
              </w:rPr>
              <w:t>t</w:t>
            </w:r>
            <w:r w:rsidRPr="00CD145B">
              <w:rPr>
                <w:rFonts w:ascii="Corbel" w:hAnsi="Corbel"/>
              </w:rPr>
              <w:t xml:space="preserve">ków na cały rok szkolny, Kraków 2006 </w:t>
            </w:r>
          </w:p>
          <w:p w:rsidR="00CD145B" w:rsidRPr="001E64AA" w:rsidRDefault="008339BD" w:rsidP="001E64AA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>1.Andrychowska-Biegacz J., Gry i zabawy dla dzieci młodszych. 50 prz</w:t>
            </w:r>
            <w:r w:rsidRPr="005260C2">
              <w:rPr>
                <w:rFonts w:ascii="Corbel" w:hAnsi="Corbel"/>
              </w:rPr>
              <w:t>y</w:t>
            </w:r>
            <w:r w:rsidRPr="005260C2">
              <w:rPr>
                <w:rFonts w:ascii="Corbel" w:hAnsi="Corbel"/>
              </w:rPr>
              <w:t xml:space="preserve">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AD4188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>.Przychodzińska-Kociczak Maria, Zrozumieć muzykę, wyd. Nasza Ksi</w:t>
            </w:r>
            <w:r w:rsidR="005260C2" w:rsidRPr="005260C2">
              <w:rPr>
                <w:rFonts w:ascii="Corbel" w:hAnsi="Corbel"/>
              </w:rPr>
              <w:t>ę</w:t>
            </w:r>
            <w:r w:rsidR="005260C2" w:rsidRPr="005260C2">
              <w:rPr>
                <w:rFonts w:ascii="Corbel" w:hAnsi="Corbel"/>
              </w:rPr>
              <w:t xml:space="preserve">garnia, 1984. </w:t>
            </w:r>
          </w:p>
          <w:p w:rsidR="005260C2" w:rsidRDefault="001267A5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AD4188">
              <w:rPr>
                <w:rFonts w:ascii="Corbel" w:hAnsi="Corbel"/>
              </w:rPr>
              <w:t xml:space="preserve">. </w:t>
            </w:r>
            <w:proofErr w:type="spellStart"/>
            <w:r w:rsidR="00AD4188">
              <w:rPr>
                <w:rFonts w:ascii="Corbel" w:hAnsi="Corbel"/>
              </w:rPr>
              <w:t>Smoczynska</w:t>
            </w:r>
            <w:proofErr w:type="spellEnd"/>
            <w:r w:rsidR="00AD4188">
              <w:rPr>
                <w:rFonts w:ascii="Corbel" w:hAnsi="Corbel"/>
              </w:rPr>
              <w:t>-</w:t>
            </w:r>
            <w:r w:rsidR="005260C2" w:rsidRPr="005260C2">
              <w:rPr>
                <w:rFonts w:ascii="Corbel" w:hAnsi="Corbel"/>
              </w:rPr>
              <w:t xml:space="preserve"> </w:t>
            </w:r>
            <w:proofErr w:type="spellStart"/>
            <w:r w:rsidR="005260C2" w:rsidRPr="005260C2">
              <w:rPr>
                <w:rFonts w:ascii="Corbel" w:hAnsi="Corbel"/>
              </w:rPr>
              <w:t>Nachtman</w:t>
            </w:r>
            <w:proofErr w:type="spellEnd"/>
            <w:r w:rsidR="005260C2" w:rsidRPr="005260C2">
              <w:rPr>
                <w:rFonts w:ascii="Corbel" w:hAnsi="Corbel"/>
              </w:rPr>
              <w:t xml:space="preserve"> U., Rozśpiewane przedszkole, Warszawa 1988. </w:t>
            </w:r>
          </w:p>
          <w:p w:rsidR="005260C2" w:rsidRPr="001E64AA" w:rsidRDefault="00AD4188" w:rsidP="001E64A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5260C2">
              <w:rPr>
                <w:rFonts w:ascii="Corbel" w:hAnsi="Corbel"/>
              </w:rPr>
              <w:t>.Smoczyńska-Nachtman U., Muzyka dla dzieci, Warszawa 1992.</w:t>
            </w:r>
          </w:p>
        </w:tc>
      </w:tr>
    </w:tbl>
    <w:p w:rsidR="006422CC" w:rsidRDefault="006422CC" w:rsidP="006422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6422C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37A" w:rsidRDefault="0044437A" w:rsidP="00C16ABF">
      <w:pPr>
        <w:spacing w:after="0" w:line="240" w:lineRule="auto"/>
      </w:pPr>
      <w:r>
        <w:separator/>
      </w:r>
    </w:p>
  </w:endnote>
  <w:endnote w:type="continuationSeparator" w:id="0">
    <w:p w:rsidR="0044437A" w:rsidRDefault="004443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37A" w:rsidRDefault="0044437A" w:rsidP="00C16ABF">
      <w:pPr>
        <w:spacing w:after="0" w:line="240" w:lineRule="auto"/>
      </w:pPr>
      <w:r>
        <w:separator/>
      </w:r>
    </w:p>
  </w:footnote>
  <w:footnote w:type="continuationSeparator" w:id="0">
    <w:p w:rsidR="0044437A" w:rsidRDefault="0044437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11E"/>
    <w:rsid w:val="00012E3F"/>
    <w:rsid w:val="00015B8F"/>
    <w:rsid w:val="00022ECE"/>
    <w:rsid w:val="00041C63"/>
    <w:rsid w:val="00042A51"/>
    <w:rsid w:val="00042D2E"/>
    <w:rsid w:val="00044C82"/>
    <w:rsid w:val="00055A44"/>
    <w:rsid w:val="00056A1A"/>
    <w:rsid w:val="00064608"/>
    <w:rsid w:val="00070ED6"/>
    <w:rsid w:val="00073FE4"/>
    <w:rsid w:val="000742DC"/>
    <w:rsid w:val="00082E1B"/>
    <w:rsid w:val="00084C12"/>
    <w:rsid w:val="000852A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04C8"/>
    <w:rsid w:val="000F1C57"/>
    <w:rsid w:val="000F5615"/>
    <w:rsid w:val="00124BFF"/>
    <w:rsid w:val="0012560E"/>
    <w:rsid w:val="001267A5"/>
    <w:rsid w:val="00127108"/>
    <w:rsid w:val="00134B13"/>
    <w:rsid w:val="00146BC0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62A3"/>
    <w:rsid w:val="001770C7"/>
    <w:rsid w:val="00192F37"/>
    <w:rsid w:val="001A70D2"/>
    <w:rsid w:val="001B3915"/>
    <w:rsid w:val="001D657B"/>
    <w:rsid w:val="001D7B54"/>
    <w:rsid w:val="001E0209"/>
    <w:rsid w:val="001E64AA"/>
    <w:rsid w:val="001F2CA2"/>
    <w:rsid w:val="00201E50"/>
    <w:rsid w:val="00203B1F"/>
    <w:rsid w:val="00205F69"/>
    <w:rsid w:val="002144C0"/>
    <w:rsid w:val="002216A7"/>
    <w:rsid w:val="0022477D"/>
    <w:rsid w:val="002274F0"/>
    <w:rsid w:val="002278A9"/>
    <w:rsid w:val="002336F9"/>
    <w:rsid w:val="0024028F"/>
    <w:rsid w:val="0024465D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41E32"/>
    <w:rsid w:val="00346FE9"/>
    <w:rsid w:val="0034759A"/>
    <w:rsid w:val="003503F6"/>
    <w:rsid w:val="003523F0"/>
    <w:rsid w:val="003530DD"/>
    <w:rsid w:val="00363F78"/>
    <w:rsid w:val="003A0A5B"/>
    <w:rsid w:val="003A1176"/>
    <w:rsid w:val="003B2426"/>
    <w:rsid w:val="003B58F0"/>
    <w:rsid w:val="003C0BAE"/>
    <w:rsid w:val="003D060A"/>
    <w:rsid w:val="003D18A9"/>
    <w:rsid w:val="003D3CE2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437A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1E6C"/>
    <w:rsid w:val="004968E2"/>
    <w:rsid w:val="00496ADF"/>
    <w:rsid w:val="004A3EEA"/>
    <w:rsid w:val="004A4D1F"/>
    <w:rsid w:val="004D5282"/>
    <w:rsid w:val="004E19CE"/>
    <w:rsid w:val="004E68E2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22CC"/>
    <w:rsid w:val="00647FA8"/>
    <w:rsid w:val="00650C5F"/>
    <w:rsid w:val="00654934"/>
    <w:rsid w:val="006620D9"/>
    <w:rsid w:val="00663AAB"/>
    <w:rsid w:val="00671958"/>
    <w:rsid w:val="00675843"/>
    <w:rsid w:val="00696477"/>
    <w:rsid w:val="006A6CC4"/>
    <w:rsid w:val="006D050F"/>
    <w:rsid w:val="006D6139"/>
    <w:rsid w:val="006E5D65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C2A"/>
    <w:rsid w:val="00790E27"/>
    <w:rsid w:val="007A4022"/>
    <w:rsid w:val="007A48BE"/>
    <w:rsid w:val="007A6E6E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D4088"/>
    <w:rsid w:val="008E64F4"/>
    <w:rsid w:val="008F0F95"/>
    <w:rsid w:val="008F12C9"/>
    <w:rsid w:val="008F6E29"/>
    <w:rsid w:val="00916188"/>
    <w:rsid w:val="00923D7D"/>
    <w:rsid w:val="00926026"/>
    <w:rsid w:val="009508DF"/>
    <w:rsid w:val="00950DAC"/>
    <w:rsid w:val="00954A07"/>
    <w:rsid w:val="00960C7E"/>
    <w:rsid w:val="0096489A"/>
    <w:rsid w:val="00986535"/>
    <w:rsid w:val="009923FD"/>
    <w:rsid w:val="00994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7348"/>
    <w:rsid w:val="00A155EE"/>
    <w:rsid w:val="00A1719A"/>
    <w:rsid w:val="00A2245B"/>
    <w:rsid w:val="00A24C56"/>
    <w:rsid w:val="00A24CDE"/>
    <w:rsid w:val="00A27F9F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24F6"/>
    <w:rsid w:val="00AB76C9"/>
    <w:rsid w:val="00AD1146"/>
    <w:rsid w:val="00AD27D3"/>
    <w:rsid w:val="00AD4188"/>
    <w:rsid w:val="00AD66D6"/>
    <w:rsid w:val="00AE1160"/>
    <w:rsid w:val="00AE203C"/>
    <w:rsid w:val="00AE2E74"/>
    <w:rsid w:val="00AE5FCB"/>
    <w:rsid w:val="00AF2C1E"/>
    <w:rsid w:val="00B06142"/>
    <w:rsid w:val="00B1312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BF40E2"/>
    <w:rsid w:val="00C053C4"/>
    <w:rsid w:val="00C058B4"/>
    <w:rsid w:val="00C05F44"/>
    <w:rsid w:val="00C061AE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786"/>
    <w:rsid w:val="00CD2D3E"/>
    <w:rsid w:val="00CD6897"/>
    <w:rsid w:val="00CD752E"/>
    <w:rsid w:val="00CE269F"/>
    <w:rsid w:val="00CE5BAC"/>
    <w:rsid w:val="00CF082D"/>
    <w:rsid w:val="00CF25BE"/>
    <w:rsid w:val="00CF47EB"/>
    <w:rsid w:val="00CF78ED"/>
    <w:rsid w:val="00D02B25"/>
    <w:rsid w:val="00D02EBA"/>
    <w:rsid w:val="00D07D82"/>
    <w:rsid w:val="00D106C6"/>
    <w:rsid w:val="00D17C3C"/>
    <w:rsid w:val="00D26B2C"/>
    <w:rsid w:val="00D352C9"/>
    <w:rsid w:val="00D425B2"/>
    <w:rsid w:val="00D428D6"/>
    <w:rsid w:val="00D552B2"/>
    <w:rsid w:val="00D608D1"/>
    <w:rsid w:val="00D64AB7"/>
    <w:rsid w:val="00D74119"/>
    <w:rsid w:val="00D8075B"/>
    <w:rsid w:val="00D8678B"/>
    <w:rsid w:val="00DA2114"/>
    <w:rsid w:val="00DD3E18"/>
    <w:rsid w:val="00DE09C0"/>
    <w:rsid w:val="00DE2F01"/>
    <w:rsid w:val="00DE4A14"/>
    <w:rsid w:val="00DF320D"/>
    <w:rsid w:val="00DF71C8"/>
    <w:rsid w:val="00E12708"/>
    <w:rsid w:val="00E129B8"/>
    <w:rsid w:val="00E21E7D"/>
    <w:rsid w:val="00E22FBC"/>
    <w:rsid w:val="00E24BF5"/>
    <w:rsid w:val="00E25338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4832"/>
    <w:rsid w:val="00EA4E9D"/>
    <w:rsid w:val="00EC4899"/>
    <w:rsid w:val="00EC625A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0A6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E8C3-FD8B-4166-B720-0C3643C4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2019-10-31T12:42:00Z</dcterms:created>
  <dcterms:modified xsi:type="dcterms:W3CDTF">2021-01-21T11:04:00Z</dcterms:modified>
</cp:coreProperties>
</file>